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3E53A007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094EFC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5148BD4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</w:t>
      </w:r>
      <w:r w:rsidR="00094EFC">
        <w:rPr>
          <w:rFonts w:ascii="Arial" w:hAnsi="Arial" w:cs="Arial"/>
          <w:b/>
        </w:rPr>
        <w:t xml:space="preserve"> technické kvalifikace a ostatních požadavků na na</w:t>
      </w:r>
      <w:r w:rsidRPr="00447B8F">
        <w:rPr>
          <w:rFonts w:ascii="Arial" w:hAnsi="Arial" w:cs="Arial"/>
          <w:b/>
        </w:rPr>
        <w:t xml:space="preserve">dlimitní veřejnou zakázku 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73AA1486" w:rsidR="00D8160F" w:rsidRPr="00447B8F" w:rsidRDefault="00D8160F" w:rsidP="00094EFC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73796C">
              <w:rPr>
                <w:rFonts w:ascii="Arial" w:hAnsi="Arial" w:cs="Arial"/>
                <w:sz w:val="20"/>
                <w:szCs w:val="20"/>
              </w:rPr>
              <w:t>VZ</w:t>
            </w:r>
            <w:r w:rsidR="00094EFC">
              <w:rPr>
                <w:rFonts w:ascii="Arial" w:hAnsi="Arial" w:cs="Arial"/>
                <w:sz w:val="20"/>
                <w:szCs w:val="20"/>
              </w:rPr>
              <w:t>02/2019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094EFC" w:rsidRPr="00215A03">
              <w:rPr>
                <w:sz w:val="28"/>
              </w:rPr>
              <w:t xml:space="preserve"> </w:t>
            </w:r>
            <w:r w:rsidR="00094EFC" w:rsidRPr="00094EFC">
              <w:rPr>
                <w:rFonts w:ascii="Arial" w:hAnsi="Arial" w:cs="Arial"/>
                <w:sz w:val="20"/>
                <w:szCs w:val="20"/>
              </w:rPr>
              <w:t>Aplikační</w:t>
            </w:r>
            <w:proofErr w:type="gramEnd"/>
            <w:r w:rsidR="00094EFC" w:rsidRPr="00094E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94EFC" w:rsidRPr="00094EFC">
              <w:rPr>
                <w:rFonts w:ascii="Arial" w:hAnsi="Arial" w:cs="Arial"/>
                <w:sz w:val="20"/>
                <w:szCs w:val="20"/>
              </w:rPr>
              <w:t>Cloud</w:t>
            </w:r>
            <w:proofErr w:type="spellEnd"/>
            <w:r w:rsidR="00094EFC" w:rsidRPr="00094EFC">
              <w:rPr>
                <w:rFonts w:ascii="Arial" w:hAnsi="Arial" w:cs="Arial"/>
                <w:sz w:val="20"/>
                <w:szCs w:val="20"/>
              </w:rPr>
              <w:t xml:space="preserve"> pro redakční systém </w:t>
            </w:r>
            <w:proofErr w:type="spellStart"/>
            <w:r w:rsidR="00094EFC" w:rsidRPr="00094EFC">
              <w:rPr>
                <w:rFonts w:ascii="Arial" w:hAnsi="Arial" w:cs="Arial"/>
                <w:sz w:val="20"/>
                <w:szCs w:val="20"/>
              </w:rPr>
              <w:t>Drupal</w:t>
            </w:r>
            <w:proofErr w:type="spellEnd"/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4E6911F9" w:rsidR="001132CC" w:rsidRDefault="00BC04C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094EFC">
        <w:rPr>
          <w:rFonts w:ascii="Arial" w:hAnsi="Arial" w:cs="Arial"/>
          <w:b/>
          <w:szCs w:val="20"/>
        </w:rPr>
        <w:t xml:space="preserve"> </w:t>
      </w:r>
      <w:r w:rsidR="00094EFC">
        <w:rPr>
          <w:rFonts w:ascii="Arial" w:hAnsi="Arial" w:cs="Arial"/>
          <w:sz w:val="20"/>
          <w:szCs w:val="20"/>
        </w:rPr>
        <w:t xml:space="preserve">v rámci prokázání kvalifikace podle části B. </w:t>
      </w:r>
      <w:proofErr w:type="gramStart"/>
      <w:r w:rsidR="00094EFC">
        <w:rPr>
          <w:rFonts w:ascii="Arial" w:hAnsi="Arial" w:cs="Arial"/>
          <w:sz w:val="20"/>
          <w:szCs w:val="20"/>
        </w:rPr>
        <w:t>odst.</w:t>
      </w:r>
      <w:proofErr w:type="gramEnd"/>
      <w:r w:rsidR="00094EFC">
        <w:rPr>
          <w:rFonts w:ascii="Arial" w:hAnsi="Arial" w:cs="Arial"/>
          <w:sz w:val="20"/>
          <w:szCs w:val="20"/>
        </w:rPr>
        <w:t xml:space="preserve"> IV. Technická kvalifikace § 79 ZZVZ předkládá následující seznam významných referenčních zakázek: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79AFB28E" w:rsidR="00593E12" w:rsidRPr="00447B8F" w:rsidRDefault="00593E12" w:rsidP="00094EF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94EFC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094EFC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190D6C05" w:rsidR="00593E12" w:rsidRPr="00447B8F" w:rsidRDefault="00593E12" w:rsidP="00094EF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094EFC"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0AAF0599" w:rsidR="00593E12" w:rsidRPr="00447B8F" w:rsidRDefault="00593E12" w:rsidP="00094EF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094EFC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3BDD53F" w:rsidR="00593E12" w:rsidRPr="00447B8F" w:rsidRDefault="00593E12" w:rsidP="00094EF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94EFC">
              <w:rPr>
                <w:rFonts w:ascii="Arial" w:hAnsi="Arial" w:cs="Arial"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AD350F1" w14:textId="77777777" w:rsidR="00094EFC" w:rsidRDefault="00094EFC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7D4ED50" w14:textId="77777777" w:rsidR="00094EFC" w:rsidRDefault="00094EFC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6EA10601" w14:textId="77777777" w:rsidR="00094EFC" w:rsidRDefault="00094EFC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94EFC" w:rsidRPr="00447B8F" w14:paraId="0238280B" w14:textId="77777777" w:rsidTr="004E6F3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AC66591" w14:textId="77777777" w:rsidR="00094EFC" w:rsidRPr="00447B8F" w:rsidRDefault="00094EFC" w:rsidP="004E6F3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334704" w14:textId="77777777" w:rsidR="00094EFC" w:rsidRPr="00447B8F" w:rsidRDefault="00094EFC" w:rsidP="004E6F3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94EFC" w:rsidRPr="00447B8F" w14:paraId="5A3915D8" w14:textId="77777777" w:rsidTr="004E6F3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F64DB54" w14:textId="77777777" w:rsidR="00094EFC" w:rsidRPr="00447B8F" w:rsidRDefault="00094EFC" w:rsidP="004E6F3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3EFB3D" w14:textId="77777777" w:rsidR="00094EFC" w:rsidRPr="00447B8F" w:rsidRDefault="00094EFC" w:rsidP="004E6F3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94EFC" w:rsidRPr="00447B8F" w14:paraId="60564DF2" w14:textId="77777777" w:rsidTr="004E6F3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B07F2A2" w14:textId="77777777" w:rsidR="00094EFC" w:rsidRPr="00447B8F" w:rsidRDefault="00094EFC" w:rsidP="004E6F3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AF411A8" w14:textId="77777777" w:rsidR="00094EFC" w:rsidRPr="00447B8F" w:rsidRDefault="00094EFC" w:rsidP="004E6F3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94EFC" w:rsidRPr="00447B8F" w14:paraId="40EC7D85" w14:textId="77777777" w:rsidTr="004E6F3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9F916AD" w14:textId="77777777" w:rsidR="00094EFC" w:rsidRPr="00447B8F" w:rsidRDefault="00094EFC" w:rsidP="004E6F3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E7DBEB" w14:textId="77777777" w:rsidR="00094EFC" w:rsidRPr="00447B8F" w:rsidRDefault="00094EFC" w:rsidP="004E6F3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94EFC" w:rsidRPr="00447B8F" w14:paraId="15737EC7" w14:textId="77777777" w:rsidTr="004E6F3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B98252B" w14:textId="77777777" w:rsidR="00094EFC" w:rsidRPr="00447B8F" w:rsidRDefault="00094EFC" w:rsidP="004E6F3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6D6B1E6" w14:textId="77777777" w:rsidR="00094EFC" w:rsidRPr="00447B8F" w:rsidRDefault="00094EFC" w:rsidP="004E6F3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4071"/>
        <w:gridCol w:w="4434"/>
      </w:tblGrid>
      <w:tr w:rsidR="00094EFC" w14:paraId="063EA5E9" w14:textId="77777777" w:rsidTr="00094EFC">
        <w:trPr>
          <w:trHeight w:val="1022"/>
        </w:trPr>
        <w:tc>
          <w:tcPr>
            <w:tcW w:w="4071" w:type="dxa"/>
            <w:vAlign w:val="center"/>
          </w:tcPr>
          <w:p w14:paraId="06095028" w14:textId="1C510B54" w:rsidR="00094EFC" w:rsidRDefault="00094EFC" w:rsidP="00094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Přesná adresa datového centra (část C, zadavatel písm. j))</w:t>
            </w:r>
          </w:p>
        </w:tc>
        <w:tc>
          <w:tcPr>
            <w:tcW w:w="4434" w:type="dxa"/>
            <w:vAlign w:val="center"/>
          </w:tcPr>
          <w:p w14:paraId="2E54CCB9" w14:textId="77777777" w:rsidR="00094EFC" w:rsidRDefault="00094EFC" w:rsidP="00094E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9BE0AB" w14:textId="77777777" w:rsidR="00E542D0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6C2C51C1" w14:textId="09035FA6" w:rsidR="00094EFC" w:rsidRPr="00094EFC" w:rsidRDefault="00094EFC" w:rsidP="00E542D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Zároveň čestně prohlašuji, </w:t>
      </w:r>
      <w:r w:rsidRPr="00447B8F">
        <w:rPr>
          <w:rFonts w:ascii="Arial" w:hAnsi="Arial" w:cs="Arial"/>
          <w:sz w:val="20"/>
          <w:szCs w:val="20"/>
        </w:rPr>
        <w:t xml:space="preserve">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 w:rsidRPr="00094EFC">
        <w:rPr>
          <w:rFonts w:ascii="Arial" w:hAnsi="Arial" w:cs="Arial"/>
          <w:sz w:val="20"/>
          <w:szCs w:val="20"/>
        </w:rPr>
        <w:t xml:space="preserve">při vlastním provozu </w:t>
      </w:r>
      <w:proofErr w:type="spellStart"/>
      <w:r w:rsidRPr="00094EFC">
        <w:rPr>
          <w:rFonts w:ascii="Arial" w:hAnsi="Arial" w:cs="Arial"/>
          <w:sz w:val="20"/>
          <w:szCs w:val="20"/>
        </w:rPr>
        <w:t>cloudu</w:t>
      </w:r>
      <w:proofErr w:type="spellEnd"/>
      <w:r w:rsidRPr="00094EFC">
        <w:rPr>
          <w:rFonts w:ascii="Arial" w:hAnsi="Arial" w:cs="Arial"/>
          <w:sz w:val="20"/>
          <w:szCs w:val="20"/>
        </w:rPr>
        <w:t xml:space="preserve"> je schopen zajistit zadavatelem stanovené technické požadavky v příloze č. 5 zadávací dokumentace ve smyslu části C, zadavatel </w:t>
      </w:r>
      <w:proofErr w:type="spellStart"/>
      <w:r w:rsidRPr="00094EFC">
        <w:rPr>
          <w:rFonts w:ascii="Arial" w:hAnsi="Arial" w:cs="Arial"/>
          <w:sz w:val="20"/>
          <w:szCs w:val="20"/>
        </w:rPr>
        <w:t>písm</w:t>
      </w:r>
      <w:proofErr w:type="spellEnd"/>
      <w:r w:rsidRPr="00094EFC">
        <w:rPr>
          <w:rFonts w:ascii="Arial" w:hAnsi="Arial" w:cs="Arial"/>
          <w:sz w:val="20"/>
          <w:szCs w:val="20"/>
        </w:rPr>
        <w:t xml:space="preserve"> l).</w:t>
      </w: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77777777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3A96E10F" w14:textId="77777777" w:rsidR="00D44239" w:rsidRPr="00447B8F" w:rsidRDefault="00AE7EA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447B8F">
        <w:rPr>
          <w:rFonts w:ascii="Arial" w:hAnsi="Arial" w:cs="Arial"/>
          <w:sz w:val="20"/>
          <w:szCs w:val="20"/>
        </w:rPr>
        <w:tab/>
      </w:r>
      <w:r w:rsidR="001648E6" w:rsidRPr="00447B8F">
        <w:rPr>
          <w:rFonts w:ascii="Arial" w:hAnsi="Arial" w:cs="Arial"/>
          <w:sz w:val="20"/>
          <w:szCs w:val="20"/>
        </w:rPr>
        <w:tab/>
      </w:r>
    </w:p>
    <w:p w14:paraId="4944BF83" w14:textId="77777777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447B8F">
        <w:rPr>
          <w:rFonts w:ascii="Arial" w:hAnsi="Arial" w:cs="Arial"/>
          <w:sz w:val="20"/>
          <w:szCs w:val="20"/>
        </w:rPr>
        <w:t>podpis</w:t>
      </w:r>
      <w:r w:rsidR="001137C9" w:rsidRPr="00447B8F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447B8F" w:rsidSect="003A581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32996" w14:textId="77777777" w:rsidR="00763706" w:rsidRDefault="00763706">
      <w:r>
        <w:separator/>
      </w:r>
    </w:p>
  </w:endnote>
  <w:endnote w:type="continuationSeparator" w:id="0">
    <w:p w14:paraId="3AC1D06D" w14:textId="77777777" w:rsidR="00763706" w:rsidRDefault="0076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28AE0" w14:textId="77777777" w:rsidR="00763706" w:rsidRDefault="00763706">
      <w:r>
        <w:separator/>
      </w:r>
    </w:p>
  </w:footnote>
  <w:footnote w:type="continuationSeparator" w:id="0">
    <w:p w14:paraId="71A7D069" w14:textId="77777777" w:rsidR="00763706" w:rsidRDefault="007637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4EFC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3706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0E38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652912E568BA4F894629223DC17106" ma:contentTypeVersion="" ma:contentTypeDescription="Vytvoří nový dokument" ma:contentTypeScope="" ma:versionID="aae412f59b315deed6620b84b24ae82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$ListId:dokumentyvz;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56FBC-21AB-4F5C-92CF-15B09306E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2</Pages>
  <Words>291</Words>
  <Characters>1719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2018-04-16T14:33:00Z</cp:lastPrinted>
  <dcterms:created xsi:type="dcterms:W3CDTF">2019-01-14T14:36:00Z</dcterms:created>
  <dcterms:modified xsi:type="dcterms:W3CDTF">2019-01-14T14:36:00Z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0x0101004A652912E568BA4F894629223DC17106</vt:lpwstr>
  </property>
</Properties>
</file>